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1D31FB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3B30B2" w:rsidRPr="00FE7AB9">
        <w:rPr>
          <w:b/>
          <w:bCs/>
        </w:rPr>
        <w:t>„</w:t>
      </w:r>
      <w:r w:rsidR="003B30B2" w:rsidRPr="00FE7AB9">
        <w:rPr>
          <w:rFonts w:ascii="Verdana" w:hAnsi="Verdana"/>
          <w:b/>
          <w:bCs/>
        </w:rPr>
        <w:t xml:space="preserve">Nákup tuhých </w:t>
      </w:r>
      <w:r w:rsidR="003B30B2" w:rsidRPr="003B30B2">
        <w:rPr>
          <w:rFonts w:ascii="Verdana" w:hAnsi="Verdana"/>
          <w:b/>
          <w:bCs/>
        </w:rPr>
        <w:t>paliv pro spalování v energetických zdrojích pro OŘ PHA 2025-2026 - Oblast Lužná u Rakovníka“</w:t>
      </w:r>
      <w:r w:rsidRPr="003B30B2">
        <w:rPr>
          <w:rFonts w:eastAsia="Times New Roman" w:cs="Times New Roman"/>
          <w:lang w:eastAsia="cs-CZ"/>
        </w:rPr>
        <w:t>, č.j.</w:t>
      </w:r>
      <w:r w:rsidR="003B30B2" w:rsidRPr="003B30B2">
        <w:rPr>
          <w:rFonts w:eastAsia="Times New Roman" w:cs="Times New Roman"/>
          <w:lang w:eastAsia="cs-CZ"/>
        </w:rPr>
        <w:t xml:space="preserve"> </w:t>
      </w:r>
      <w:r w:rsidR="003B30B2" w:rsidRPr="003B30B2">
        <w:rPr>
          <w:rFonts w:eastAsia="Times New Roman" w:cs="Times New Roman"/>
          <w:lang w:eastAsia="cs-CZ"/>
        </w:rPr>
        <w:t>38692/2025-SŽ-OŘ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62D3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62D3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B7A87" w14:textId="371C550B" w:rsidR="003B30B2" w:rsidRDefault="003B30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943BF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4C65F5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30B2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603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2D39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51603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1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2025-09-17T11:38:00Z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